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47F94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47F94" w:rsidP="005777B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777B5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47F94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777B5">
              <w:rPr>
                <w:rFonts w:ascii="Arial" w:hAnsi="Arial" w:cs="Arial"/>
                <w:noProof/>
                <w:sz w:val="18"/>
                <w:szCs w:val="18"/>
              </w:rPr>
              <w:t>Tuesday, 21 July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5777B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t>OP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247F94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5777B5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? L leg CLI – pain at rest in calf and foot.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5777B5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5080" t="6985" r="15240" b="0"/>
                      <wp:wrapNone/>
                      <wp:docPr id="35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36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31A8D8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5777B5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34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46E78" id="Freeform 464" o:spid="_x0000_s1026" style="position:absolute;margin-left:304pt;margin-top:171.55pt;width:74.75pt;height:155.7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33" name="Freeform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AA4CA" id="Freeform 463" o:spid="_x0000_s1026" style="position:absolute;margin-left:307.45pt;margin-top:167.85pt;width:75pt;height:157.15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32" name="Freeform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030AF" id="Freeform 462" o:spid="_x0000_s1026" style="position:absolute;margin-left:303.05pt;margin-top:173.15pt;width:59.55pt;height:146.5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31" name="Freeform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06216" id="Freeform 461" o:spid="_x0000_s1026" style="position:absolute;margin-left:306.05pt;margin-top:188.6pt;width:53.8pt;height:133.15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30" name="Freeform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9A01542" id="Freeform 460" o:spid="_x0000_s1026" style="position:absolute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29" name="Freeform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068FE" id="Freeform 459" o:spid="_x0000_s1026" style="position:absolute;margin-left:301.9pt;margin-top:187.95pt;width:50.3pt;height:148.3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3554730</wp:posOffset>
                      </wp:positionV>
                      <wp:extent cx="400050" cy="0"/>
                      <wp:effectExtent l="9525" t="13335" r="9525" b="5715"/>
                      <wp:wrapNone/>
                      <wp:docPr id="28" name="Lin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C34C5D" id="Line 45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279.9pt" to="336.3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LZ8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3581400</wp:posOffset>
                      </wp:positionH>
                      <wp:positionV relativeFrom="paragraph">
                        <wp:posOffset>3489325</wp:posOffset>
                      </wp:positionV>
                      <wp:extent cx="306070" cy="152400"/>
                      <wp:effectExtent l="5715" t="5080" r="2540" b="4445"/>
                      <wp:wrapNone/>
                      <wp:docPr id="27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6" o:spid="_x0000_s1026" type="#_x0000_t202" style="position:absolute;left:0;text-align:left;margin-left:282pt;margin-top:274.7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3268980</wp:posOffset>
                      </wp:positionV>
                      <wp:extent cx="590550" cy="0"/>
                      <wp:effectExtent l="9525" t="13335" r="9525" b="5715"/>
                      <wp:wrapNone/>
                      <wp:docPr id="26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3619D8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257.4pt" to="340.05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Xy/FA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3444240</wp:posOffset>
                      </wp:positionH>
                      <wp:positionV relativeFrom="paragraph">
                        <wp:posOffset>3213735</wp:posOffset>
                      </wp:positionV>
                      <wp:extent cx="306070" cy="152400"/>
                      <wp:effectExtent l="1905" t="5715" r="6350" b="3810"/>
                      <wp:wrapNone/>
                      <wp:docPr id="25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7" type="#_x0000_t202" style="position:absolute;left:0;text-align:left;margin-left:271.2pt;margin-top:253.05pt;width:24.1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24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120C4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1O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23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28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xYPoAIAAFM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22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5777B5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29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oXaoQ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5777B5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2263140</wp:posOffset>
                      </wp:positionV>
                      <wp:extent cx="306070" cy="152400"/>
                      <wp:effectExtent l="2540" t="7620" r="5715" b="1905"/>
                      <wp:wrapNone/>
                      <wp:docPr id="21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5777B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30" type="#_x0000_t202" style="position:absolute;left:0;text-align:left;margin-left:277.25pt;margin-top:178.2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5777B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20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5777B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1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tzwA6q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5777B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19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2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2xmoQIAAFM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18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5777B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3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oVoA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5777B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17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4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Rv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EjExG+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16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5777B5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5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5777B5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15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6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JQnwIAAFQ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14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7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0L8oQ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13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B117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8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rXG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E4wE6aBGL3SwaCUHNM5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12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9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06p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11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0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orqoQIAAFQ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10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5777B5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1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5777B5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9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5777B5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2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3V3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5777B5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584960" cy="716280"/>
                      <wp:effectExtent l="0" t="0" r="0" b="0"/>
                      <wp:wrapNone/>
                      <wp:docPr id="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T……...Triphasic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3" type="#_x0000_t202" style="position:absolute;left:0;text-align:left;margin-left:252.3pt;margin-top:331.95pt;width:124.8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WszwIAAOc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9AoQTto0RPbGXQvd+iaxLY+Q69TcHvswdHswAB9dlx1/yDL7xoJuWioWLM7peTQMFpBfqG96V9c&#10;HXG0BVkNn2QFgejGSAe0q1VniwflQIAOfdqfemOTKW3ISUySKZhKsM3CaRS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T……...Triphasic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36195</wp:posOffset>
                      </wp:positionV>
                      <wp:extent cx="395605" cy="61595"/>
                      <wp:effectExtent l="6350" t="8890" r="7620" b="1524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4782A" id="Freeform 89" o:spid="_x0000_s1026" style="position:absolute;margin-left:61.55pt;margin-top:2.8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Av0Xpn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2481580</wp:posOffset>
                      </wp:positionH>
                      <wp:positionV relativeFrom="paragraph">
                        <wp:posOffset>30480</wp:posOffset>
                      </wp:positionV>
                      <wp:extent cx="395605" cy="61595"/>
                      <wp:effectExtent l="8255" t="12700" r="5715" b="11430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8457D" id="Freeform 91" o:spid="_x0000_s1026" style="position:absolute;margin-left:195.4pt;margin-top:2.4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FcGmR7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1701800</wp:posOffset>
                      </wp:positionH>
                      <wp:positionV relativeFrom="paragraph">
                        <wp:posOffset>30480</wp:posOffset>
                      </wp:positionV>
                      <wp:extent cx="395605" cy="61595"/>
                      <wp:effectExtent l="9525" t="12700" r="13970" b="11430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8F8E7" id="Freeform 90" o:spid="_x0000_s1026" style="position:absolute;margin-left:134pt;margin-top:2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24130</wp:posOffset>
                      </wp:positionV>
                      <wp:extent cx="395605" cy="61595"/>
                      <wp:effectExtent l="12065" t="6350" r="11430" b="17780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690362" id="Freeform 88" o:spid="_x0000_s1026" alt="Granite" style="position:absolute;margin-left:48.7pt;margin-top:1.9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eJOXk3gAAAAcBAAAPAAAAZHJzL2Rv&#10;d25yZXYueG1sTI9BT8JAEIXvJvyHzZh4k21FbKndEiMxGjyBxPO2O7YN3dmmu0Dl1zOc9PYm7+W9&#10;b/LlaDtxxMG3jhTE0wgEUuVMS7WC3dfbfQrCB01Gd45QwS96WBaTm1xnxp1og8dtqAWXkM+0giaE&#10;PpPSVw1a7aeuR2Lvxw1WBz6HWppBn7jcdvIhip6k1S3xQqN7fG2w2m8PVoEbN5/16n1X+jhJQ/qx&#10;suv4/K3U3e348gwi4Bj+wnDFZ3QomKl0BzJedAoWySMnFcz4gas9XyQgShazOcgil//5iwsA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iPa0AvkEAABjDQAADgAAAAAAAAAAAAAAAAA8AgAAZHJz&#10;L2Uyb0RvYy54bWxQSwECLQAUAAYACAAAACEAWGCzG7oAAAAiAQAAGQAAAAAAAAAAAAAAAABhBwAA&#10;ZHJzL19yZWxzL2Uyb0RvYy54bWwucmVsc1BLAQItABQABgAIAAAAIQCeJOXk3gAAAAcBAAAPAAAA&#10;AAAAAAAAAAAAAFI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20955</wp:posOffset>
                      </wp:positionV>
                      <wp:extent cx="335280" cy="62865"/>
                      <wp:effectExtent l="18415" t="12700" r="27305" b="10160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BDBEA" id="Freeform 92" o:spid="_x0000_s1026" style="position:absolute;margin-left:292.95pt;margin-top:1.65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72033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6015A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82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No significant arterial disease seen. Normal calibre Aorta.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 at origin. 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3 vessel flow seen to cross the ankle. Mild calcification with no significant focal stenosis seen.</w:t>
            </w:r>
          </w:p>
          <w:p w:rsidR="005777B5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5777B5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5777B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2521585</wp:posOffset>
                </wp:positionV>
                <wp:extent cx="306070" cy="152400"/>
                <wp:effectExtent l="0" t="3175" r="8255" b="6350"/>
                <wp:wrapNone/>
                <wp:docPr id="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52400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3366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3B" w:rsidRPr="004E4B01" w:rsidRDefault="005777B5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B170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44" type="#_x0000_t202" style="position:absolute;margin-left:-13.2pt;margin-top:198.5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" fillcolor="#36f" stroked="f" strokecolor="#36f" strokeweight=".25pt">
                <v:fill opacity="13107f"/>
                <v:stroke dashstyle="1 1"/>
                <v:textbox inset=".5mm,.5mm,.5mm,.5mm">
                  <w:txbxContent>
                    <w:p w:rsidR="00016E3B" w:rsidRPr="004E4B01" w:rsidRDefault="005777B5" w:rsidP="00016E3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B170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7B5" w:rsidRDefault="005777B5">
      <w:r>
        <w:separator/>
      </w:r>
    </w:p>
  </w:endnote>
  <w:endnote w:type="continuationSeparator" w:id="0">
    <w:p w:rsidR="005777B5" w:rsidRDefault="0057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7B5" w:rsidRDefault="005777B5">
      <w:r>
        <w:separator/>
      </w:r>
    </w:p>
  </w:footnote>
  <w:footnote w:type="continuationSeparator" w:id="0">
    <w:p w:rsidR="005777B5" w:rsidRDefault="0057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5777B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B5"/>
    <w:rsid w:val="00016E3B"/>
    <w:rsid w:val="000266FD"/>
    <w:rsid w:val="0003782A"/>
    <w:rsid w:val="00042601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47F94"/>
    <w:rsid w:val="002523B4"/>
    <w:rsid w:val="00252DD3"/>
    <w:rsid w:val="00264648"/>
    <w:rsid w:val="00267D9C"/>
    <w:rsid w:val="00267E93"/>
    <w:rsid w:val="00274108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91A9B"/>
    <w:rsid w:val="00392EB6"/>
    <w:rsid w:val="003A31C2"/>
    <w:rsid w:val="003B7DF9"/>
    <w:rsid w:val="003D2437"/>
    <w:rsid w:val="003D4B45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777B5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A6449"/>
    <w:rsid w:val="00AA7A3D"/>
    <w:rsid w:val="00AA7DC6"/>
    <w:rsid w:val="00AC13F4"/>
    <w:rsid w:val="00AD1C52"/>
    <w:rsid w:val="00AE30A1"/>
    <w:rsid w:val="00AF27D7"/>
    <w:rsid w:val="00B46ED4"/>
    <w:rsid w:val="00B67AFA"/>
    <w:rsid w:val="00B930C2"/>
    <w:rsid w:val="00BE0C6B"/>
    <w:rsid w:val="00BF200C"/>
    <w:rsid w:val="00C20259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B4A2B"/>
    <w:rsid w:val="00DD13FB"/>
    <w:rsid w:val="00DD273D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23881906"/>
  <w15:chartTrackingRefBased/>
  <w15:docId w15:val="{01C9E9B3-FAC7-4979-A44E-62811AF9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2458-B89F-4C04-B497-E87FCC3C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1</TotalTime>
  <Pages>1</Pages>
  <Words>114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3</cp:revision>
  <dcterms:created xsi:type="dcterms:W3CDTF">2020-08-12T07:47:00Z</dcterms:created>
  <dcterms:modified xsi:type="dcterms:W3CDTF">2020-08-12T07:48:00Z</dcterms:modified>
  <cp:category>Patient Report</cp:category>
</cp:coreProperties>
</file>